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7E18" w:rsidRPr="00AB7E18" w:rsidRDefault="00AB7E18" w:rsidP="00AB7E18">
      <w:pPr>
        <w:rPr>
          <w:b/>
        </w:rPr>
      </w:pPr>
      <w:r w:rsidRPr="00AB7E18">
        <w:rPr>
          <w:b/>
        </w:rPr>
        <w:t xml:space="preserve">Suggested Media Posts </w:t>
      </w:r>
      <w:bookmarkStart w:id="0" w:name="_GoBack"/>
      <w:bookmarkEnd w:id="0"/>
    </w:p>
    <w:p w:rsidR="00AB7E18" w:rsidRDefault="00AB7E18" w:rsidP="00AB7E18"/>
    <w:p w:rsidR="00AB7E18" w:rsidRPr="00AB7E18" w:rsidRDefault="00AB7E18" w:rsidP="00AB7E18">
      <w:pPr>
        <w:rPr>
          <w:b/>
        </w:rPr>
      </w:pPr>
      <w:r w:rsidRPr="00AB7E18">
        <w:rPr>
          <w:b/>
        </w:rPr>
        <w:t>Facebook</w:t>
      </w:r>
    </w:p>
    <w:p w:rsidR="00AB7E18" w:rsidRDefault="00AB7E18" w:rsidP="00AB7E18"/>
    <w:p w:rsidR="00AB7E18" w:rsidRDefault="00AB7E18" w:rsidP="00AB7E18">
      <w:r>
        <w:t xml:space="preserve">Getting tested and accessing free treatment and support means that someone can get the maximum health benefits from their medication which will stop them from passing on HIV. Learn more here: </w:t>
      </w:r>
      <w:hyperlink r:id="rId5" w:history="1">
        <w:r w:rsidRPr="00BA7F81">
          <w:rPr>
            <w:rStyle w:val="Hyperlink"/>
          </w:rPr>
          <w:t>https://bit.ly/2uMqnC4</w:t>
        </w:r>
      </w:hyperlink>
      <w:r>
        <w:t xml:space="preserve"> </w:t>
      </w:r>
    </w:p>
    <w:p w:rsidR="00AB7E18" w:rsidRDefault="00AB7E18" w:rsidP="00AB7E18"/>
    <w:p w:rsidR="00AB7E18" w:rsidRDefault="00AB7E18" w:rsidP="00AB7E18">
      <w:r>
        <w:t xml:space="preserve">If someone is on effective HIV treatment and has an undetectable viral load they cannot pass on HIV. Effective treatment means that someone is on treatment, taking it as prescribed, and has an undetectable viral load. </w:t>
      </w:r>
      <w:hyperlink r:id="rId6" w:history="1">
        <w:r w:rsidRPr="00BA7F81">
          <w:rPr>
            <w:rStyle w:val="Hyperlink"/>
          </w:rPr>
          <w:t>https://bit.ly/2uMqnC4</w:t>
        </w:r>
      </w:hyperlink>
      <w:r>
        <w:t xml:space="preserve"> </w:t>
      </w:r>
      <w:r>
        <w:t xml:space="preserve"> </w:t>
      </w:r>
      <w:r>
        <w:t xml:space="preserve"> </w:t>
      </w:r>
    </w:p>
    <w:p w:rsidR="00AB7E18" w:rsidRDefault="00AB7E18" w:rsidP="00AB7E18"/>
    <w:p w:rsidR="00AB7E18" w:rsidRDefault="00AB7E18" w:rsidP="00AB7E18">
      <w:r>
        <w:t xml:space="preserve">Someone living with HIV who is taking effective antiretroviral treatment and who has an undetectable level of the virus in their blood cannot transmit it to someone else sexually – with or without the use of a condom. </w:t>
      </w:r>
      <w:hyperlink r:id="rId7" w:history="1">
        <w:r w:rsidRPr="00BA7F81">
          <w:rPr>
            <w:rStyle w:val="Hyperlink"/>
          </w:rPr>
          <w:t>https://bit.ly/2uMqnC4</w:t>
        </w:r>
      </w:hyperlink>
      <w:r>
        <w:t xml:space="preserve"> </w:t>
      </w:r>
    </w:p>
    <w:p w:rsidR="00AB7E18" w:rsidRDefault="00AB7E18" w:rsidP="00AB7E18">
      <w:r>
        <w:t xml:space="preserve"> </w:t>
      </w:r>
    </w:p>
    <w:p w:rsidR="00AB7E18" w:rsidRDefault="00AB7E18" w:rsidP="00AB7E18">
      <w:r>
        <w:t xml:space="preserve">I can’t pass on HIV – someone who is living with HIV and taking treatment effectively cannot pass the virus on. Find out more about HIV treatment and becoming undetectable here: </w:t>
      </w:r>
      <w:hyperlink r:id="rId8" w:history="1">
        <w:r w:rsidRPr="00BA7F81">
          <w:rPr>
            <w:rStyle w:val="Hyperlink"/>
          </w:rPr>
          <w:t>https://bit.ly/2uMqnC4</w:t>
        </w:r>
      </w:hyperlink>
      <w:r>
        <w:t xml:space="preserve"> </w:t>
      </w:r>
      <w:r>
        <w:t xml:space="preserve"> </w:t>
      </w:r>
    </w:p>
    <w:p w:rsidR="00AB7E18" w:rsidRDefault="00AB7E18" w:rsidP="00AB7E18"/>
    <w:p w:rsidR="00AB7E18" w:rsidRPr="00AB7E18" w:rsidRDefault="00AB7E18" w:rsidP="00AB7E18">
      <w:pPr>
        <w:rPr>
          <w:b/>
        </w:rPr>
      </w:pPr>
      <w:r>
        <w:rPr>
          <w:b/>
        </w:rPr>
        <w:t>Twitter</w:t>
      </w:r>
    </w:p>
    <w:p w:rsidR="00AB7E18" w:rsidRDefault="00AB7E18" w:rsidP="00AB7E18">
      <w:r>
        <w:t xml:space="preserve">A person living with HIV cannot pass on HIV if they’re taking effective treatment. Find out more here: </w:t>
      </w:r>
      <w:hyperlink r:id="rId9" w:history="1">
        <w:r w:rsidRPr="00BA7F81">
          <w:rPr>
            <w:rStyle w:val="Hyperlink"/>
          </w:rPr>
          <w:t>https://bit.ly/2Jq9ctF</w:t>
        </w:r>
      </w:hyperlink>
      <w:r>
        <w:t xml:space="preserve"> </w:t>
      </w:r>
    </w:p>
    <w:p w:rsidR="00AB7E18" w:rsidRDefault="00AB7E18" w:rsidP="00AB7E18">
      <w:r>
        <w:t xml:space="preserve"> </w:t>
      </w:r>
    </w:p>
    <w:p w:rsidR="00AB7E18" w:rsidRDefault="00AB7E18" w:rsidP="00AB7E18">
      <w:r>
        <w:t xml:space="preserve">If someone living with HIV is taking their treatment as prescribed and has an undetectable viral load then they cannot pass on HIV. Learn more here: </w:t>
      </w:r>
      <w:hyperlink r:id="rId10" w:history="1">
        <w:r w:rsidRPr="00BA7F81">
          <w:rPr>
            <w:rStyle w:val="Hyperlink"/>
          </w:rPr>
          <w:t>https://bit.ly/2Jq9ctF</w:t>
        </w:r>
      </w:hyperlink>
      <w:r>
        <w:t xml:space="preserve"> </w:t>
      </w:r>
    </w:p>
    <w:p w:rsidR="00AB7E18" w:rsidRDefault="00AB7E18" w:rsidP="00AB7E18">
      <w:r>
        <w:t xml:space="preserve"> </w:t>
      </w:r>
    </w:p>
    <w:p w:rsidR="00AB7E18" w:rsidRDefault="00AB7E18" w:rsidP="00AB7E18">
      <w:r>
        <w:t xml:space="preserve">Someone living with HIV who is taking effective treatment and who has an undetectable level of the virus in their blood cannot transmit it to someone else sexually. </w:t>
      </w:r>
      <w:hyperlink r:id="rId11" w:history="1">
        <w:r w:rsidRPr="00BA7F81">
          <w:rPr>
            <w:rStyle w:val="Hyperlink"/>
          </w:rPr>
          <w:t>https://bit.ly/2Jq9ctF</w:t>
        </w:r>
      </w:hyperlink>
      <w:r>
        <w:t xml:space="preserve"> </w:t>
      </w:r>
    </w:p>
    <w:p w:rsidR="00AB7E18" w:rsidRDefault="00AB7E18" w:rsidP="00AB7E18">
      <w:r>
        <w:t xml:space="preserve"> </w:t>
      </w:r>
    </w:p>
    <w:p w:rsidR="00AB7E18" w:rsidRDefault="00AB7E18" w:rsidP="00AB7E18">
      <w:r>
        <w:t xml:space="preserve">I can’t pass on HIV – someone who is living with HIV and taking treatment effectively cannot pass the virus on. Find out more about HIV treatment and becoming undetectable here: </w:t>
      </w:r>
      <w:hyperlink r:id="rId12" w:history="1">
        <w:r w:rsidRPr="00BA7F81">
          <w:rPr>
            <w:rStyle w:val="Hyperlink"/>
          </w:rPr>
          <w:t>https://bit.ly/2Jq9ctF</w:t>
        </w:r>
      </w:hyperlink>
      <w:r>
        <w:t xml:space="preserve"> </w:t>
      </w:r>
      <w:r>
        <w:t xml:space="preserve"> </w:t>
      </w:r>
    </w:p>
    <w:p w:rsidR="00680D2A" w:rsidRDefault="00680D2A"/>
    <w:sectPr w:rsidR="00680D2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otisSansSerif">
    <w:panose1 w:val="00000400000000000000"/>
    <w:charset w:val="00"/>
    <w:family w:val="auto"/>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E18"/>
    <w:rsid w:val="00680D2A"/>
    <w:rsid w:val="00AB7E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RotisSansSerif" w:eastAsia="Times New Roman" w:hAnsi="RotisSansSerif" w:cs="Times New Roman"/>
        <w:sz w:val="24"/>
        <w:szCs w:val="24"/>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AB7E1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RotisSansSerif" w:eastAsia="Times New Roman" w:hAnsi="RotisSansSerif" w:cs="Times New Roman"/>
        <w:sz w:val="24"/>
        <w:szCs w:val="24"/>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AB7E1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t.ly/2uMqnC4"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it.ly/2uMqnC4" TargetMode="External"/><Relationship Id="rId12" Type="http://schemas.openxmlformats.org/officeDocument/2006/relationships/hyperlink" Target="https://bit.ly/2Jq9ctF"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bit.ly/2uMqnC4" TargetMode="External"/><Relationship Id="rId11" Type="http://schemas.openxmlformats.org/officeDocument/2006/relationships/hyperlink" Target="https://bit.ly/2Jq9ctF" TargetMode="External"/><Relationship Id="rId5" Type="http://schemas.openxmlformats.org/officeDocument/2006/relationships/hyperlink" Target="https://bit.ly/2uMqnC4" TargetMode="External"/><Relationship Id="rId10" Type="http://schemas.openxmlformats.org/officeDocument/2006/relationships/hyperlink" Target="https://bit.ly/2Jq9ctF" TargetMode="External"/><Relationship Id="rId4" Type="http://schemas.openxmlformats.org/officeDocument/2006/relationships/webSettings" Target="webSettings.xml"/><Relationship Id="rId9" Type="http://schemas.openxmlformats.org/officeDocument/2006/relationships/hyperlink" Target="https://bit.ly/2Jq9ct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192E8FA4</Template>
  <TotalTime>5</TotalTime>
  <Pages>1</Pages>
  <Words>249</Words>
  <Characters>1714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THT</Company>
  <LinksUpToDate>false</LinksUpToDate>
  <CharactersWithSpaces>1960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Takudzwa Mukiwa</dc:creator>
  <cp:lastModifiedBy>Takudzwa Mukiwa</cp:lastModifiedBy>
  <cp:revision>1</cp:revision>
  <dcterms:created xsi:type="dcterms:W3CDTF">2018-04-06T14:50:00Z</dcterms:created>
  <dcterms:modified xsi:type="dcterms:W3CDTF">2018-04-06T14:55:00Z</dcterms:modified>
</cp:coreProperties>
</file>